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AD380" w14:textId="0A5BD385" w:rsidR="00755D62" w:rsidRPr="001A40E2" w:rsidRDefault="009511D9" w:rsidP="00755D62">
      <w:pPr>
        <w:spacing w:after="180"/>
        <w:rPr>
          <w:b/>
          <w:sz w:val="44"/>
          <w:szCs w:val="44"/>
        </w:rPr>
      </w:pPr>
      <w:r>
        <w:rPr>
          <w:b/>
          <w:sz w:val="44"/>
          <w:szCs w:val="44"/>
        </w:rPr>
        <w:t>Plastic labels</w:t>
      </w:r>
    </w:p>
    <w:p w14:paraId="6C8AA327" w14:textId="3F52399F" w:rsidR="00755D62" w:rsidRDefault="0041093D" w:rsidP="00755D62">
      <w:pPr>
        <w:spacing w:after="180"/>
      </w:pPr>
      <w:r>
        <w:t>Labels on plastic containers identify what type of polymer they are made from.</w:t>
      </w:r>
    </w:p>
    <w:p w14:paraId="7F821183" w14:textId="488DBD9F" w:rsidR="0041093D" w:rsidRDefault="009511D9" w:rsidP="0041093D">
      <w:pPr>
        <w:spacing w:after="180"/>
      </w:pPr>
      <w:r>
        <w:t>Milk bottles are made of HDPE.</w:t>
      </w:r>
      <w:r w:rsidR="0041093D" w:rsidRPr="0041093D">
        <w:t xml:space="preserve"> </w:t>
      </w:r>
      <w:r w:rsidR="0041093D">
        <w:t xml:space="preserve">    </w:t>
      </w:r>
      <w:r w:rsidR="0041093D">
        <w:tab/>
      </w:r>
      <w:r w:rsidR="0041093D">
        <w:tab/>
      </w:r>
      <w:r w:rsidR="0041093D">
        <w:tab/>
      </w:r>
      <w:r w:rsidR="0041093D">
        <w:t>Many plastic bags are made of LDPE.</w:t>
      </w:r>
    </w:p>
    <w:p w14:paraId="3BE6D862" w14:textId="6A6F4D82" w:rsidR="0041093D" w:rsidRDefault="0041093D" w:rsidP="0041093D">
      <w:pPr>
        <w:spacing w:after="180"/>
      </w:pPr>
      <w:r>
        <w:rPr>
          <w:noProof/>
        </w:rPr>
        <mc:AlternateContent>
          <mc:Choice Requires="wpg">
            <w:drawing>
              <wp:anchor distT="0" distB="0" distL="114300" distR="114300" simplePos="0" relativeHeight="251659264" behindDoc="0" locked="0" layoutInCell="1" allowOverlap="1" wp14:anchorId="4AFD5F00" wp14:editId="50B0E187">
                <wp:simplePos x="0" y="0"/>
                <wp:positionH relativeFrom="column">
                  <wp:posOffset>0</wp:posOffset>
                </wp:positionH>
                <wp:positionV relativeFrom="paragraph">
                  <wp:posOffset>108585</wp:posOffset>
                </wp:positionV>
                <wp:extent cx="5460781" cy="1628539"/>
                <wp:effectExtent l="0" t="0" r="6985" b="0"/>
                <wp:wrapNone/>
                <wp:docPr id="6" name="Group 6"/>
                <wp:cNvGraphicFramePr/>
                <a:graphic xmlns:a="http://schemas.openxmlformats.org/drawingml/2006/main">
                  <a:graphicData uri="http://schemas.microsoft.com/office/word/2010/wordprocessingGroup">
                    <wpg:wgp>
                      <wpg:cNvGrpSpPr/>
                      <wpg:grpSpPr>
                        <a:xfrm>
                          <a:off x="0" y="0"/>
                          <a:ext cx="5460781" cy="1628539"/>
                          <a:chOff x="72279" y="887819"/>
                          <a:chExt cx="6895783" cy="2016000"/>
                        </a:xfrm>
                      </wpg:grpSpPr>
                      <wpg:grpSp>
                        <wpg:cNvPr id="7" name="Group 7"/>
                        <wpg:cNvGrpSpPr/>
                        <wpg:grpSpPr>
                          <a:xfrm>
                            <a:off x="3944062" y="888733"/>
                            <a:ext cx="3024000" cy="2014173"/>
                            <a:chOff x="3944062" y="888733"/>
                            <a:chExt cx="3024000" cy="2014173"/>
                          </a:xfrm>
                        </wpg:grpSpPr>
                        <pic:pic xmlns:pic="http://schemas.openxmlformats.org/drawingml/2006/picture">
                          <pic:nvPicPr>
                            <pic:cNvPr id="8" name="Picture 8" descr="A picture containing outdoor, animal, rock, sitting&#10;&#10;Description automatically generated"/>
                            <pic:cNvPicPr>
                              <a:picLocks noChangeAspect="1"/>
                            </pic:cNvPicPr>
                          </pic:nvPicPr>
                          <pic:blipFill rotWithShape="1">
                            <a:blip r:embed="rId7" cstate="print">
                              <a:extLst>
                                <a:ext uri="{28A0092B-C50C-407E-A947-70E740481C1C}">
                                  <a14:useLocalDpi xmlns:a14="http://schemas.microsoft.com/office/drawing/2010/main" val="0"/>
                                </a:ext>
                              </a:extLst>
                            </a:blip>
                            <a:srcRect r="559"/>
                            <a:stretch/>
                          </pic:blipFill>
                          <pic:spPr>
                            <a:xfrm>
                              <a:off x="3944062" y="888733"/>
                              <a:ext cx="3024000" cy="2014173"/>
                            </a:xfrm>
                            <a:prstGeom prst="rect">
                              <a:avLst/>
                            </a:prstGeom>
                          </pic:spPr>
                        </pic:pic>
                        <pic:pic xmlns:pic="http://schemas.openxmlformats.org/drawingml/2006/picture">
                          <pic:nvPicPr>
                            <pic:cNvPr id="10" name="Picture 10" descr="A close up of a logo&#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963717" y="1301819"/>
                              <a:ext cx="984689" cy="1188000"/>
                            </a:xfrm>
                            <a:prstGeom prst="rect">
                              <a:avLst/>
                            </a:prstGeom>
                          </pic:spPr>
                        </pic:pic>
                      </wpg:grpSp>
                      <wpg:grpSp>
                        <wpg:cNvPr id="12" name="Group 12"/>
                        <wpg:cNvGrpSpPr/>
                        <wpg:grpSpPr>
                          <a:xfrm>
                            <a:off x="72279" y="887819"/>
                            <a:ext cx="3024000" cy="2016000"/>
                            <a:chOff x="72279" y="887819"/>
                            <a:chExt cx="3024000" cy="2016000"/>
                          </a:xfrm>
                        </wpg:grpSpPr>
                        <pic:pic xmlns:pic="http://schemas.openxmlformats.org/drawingml/2006/picture">
                          <pic:nvPicPr>
                            <pic:cNvPr id="14" name="Picture 14" descr="Plastic, Container, Bottle, Milk, Liquid"/>
                            <pic:cNvPicPr>
                              <a:picLocks noChangeAspect="1" noChangeArrowheads="1"/>
                            </pic:cNvPicPr>
                          </pic:nvPicPr>
                          <pic:blipFill rotWithShape="1">
                            <a:blip r:embed="rId9">
                              <a:extLst>
                                <a:ext uri="{28A0092B-C50C-407E-A947-70E740481C1C}">
                                  <a14:useLocalDpi xmlns:a14="http://schemas.microsoft.com/office/drawing/2010/main" val="0"/>
                                </a:ext>
                              </a:extLst>
                            </a:blip>
                            <a:srcRect l="6563" r="2202"/>
                            <a:stretch/>
                          </pic:blipFill>
                          <pic:spPr bwMode="auto">
                            <a:xfrm>
                              <a:off x="72279" y="887819"/>
                              <a:ext cx="3024000" cy="20160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 name="Picture 15" descr="A close up of a logo&#10;&#10;Description automatically generated"/>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91844" y="1301819"/>
                              <a:ext cx="984870" cy="1188000"/>
                            </a:xfrm>
                            <a:prstGeom prst="rect">
                              <a:avLst/>
                            </a:prstGeom>
                          </pic:spPr>
                        </pic:pic>
                      </wpg:grpSp>
                    </wpg:wgp>
                  </a:graphicData>
                </a:graphic>
              </wp:anchor>
            </w:drawing>
          </mc:Choice>
          <mc:Fallback>
            <w:pict>
              <v:group w14:anchorId="20350751" id="Group 6" o:spid="_x0000_s1026" style="position:absolute;margin-left:0;margin-top:8.55pt;width:430pt;height:128.25pt;z-index:251659264" coordorigin="722,8878" coordsize="68957,2016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">
                <v:group id="Group 7" o:spid="_x0000_s1027" style="position:absolute;left:39440;top:8887;width:30240;height:20142" coordorigin="39440,8887" coordsize="30240,20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alt="A picture containing outdoor, animal, rock, sitting&#10;&#10;Description automatically generated" style="position:absolute;left:39440;top:8887;width:30240;height:201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">
                    <v:imagedata r:id="rId11" o:title="A picture containing outdoor, animal, rock, sitting&#10;&#10;Description automatically generated" cropright="366f"/>
                  </v:shape>
                  <v:shape id="Picture 10" o:spid="_x0000_s1029" type="#_x0000_t75" alt="A close up of a logo&#10;&#10;Description automatically generated" style="position:absolute;left:49637;top:13018;width:9847;height:11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">
                    <v:imagedata r:id="rId12" o:title="A close up of a logo&#10;&#10;Description automatically generated"/>
                  </v:shape>
                </v:group>
                <v:group id="Group 12" o:spid="_x0000_s1030" style="position:absolute;left:722;top:8878;width:30240;height:20160" coordorigin="722,8878" coordsize="30240,2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Picture 14" o:spid="_x0000_s1031" type="#_x0000_t75" alt="Plastic, Container, Bottle, Milk, Liquid" style="position:absolute;left:722;top:8878;width:30240;height:20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">
                    <v:imagedata r:id="rId13" o:title="Plastic, Container, Bottle, Milk, Liquid" cropleft="4301f" cropright="1443f"/>
                  </v:shape>
                  <v:shape id="Picture 15" o:spid="_x0000_s1032" type="#_x0000_t75" alt="A close up of a logo&#10;&#10;Description automatically generated" style="position:absolute;left:10918;top:13018;width:9849;height:11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">
                    <v:imagedata r:id="rId14" o:title="A close up of a logo&#10;&#10;Description automatically generated"/>
                  </v:shape>
                </v:group>
              </v:group>
            </w:pict>
          </mc:Fallback>
        </mc:AlternateContent>
      </w:r>
    </w:p>
    <w:p w14:paraId="6112C17C" w14:textId="168A5559" w:rsidR="009511D9" w:rsidRDefault="009511D9" w:rsidP="00755D62">
      <w:pPr>
        <w:spacing w:after="180"/>
      </w:pPr>
    </w:p>
    <w:p w14:paraId="0F4CD952" w14:textId="77777777" w:rsidR="0041093D" w:rsidRDefault="0041093D" w:rsidP="00755D62">
      <w:pPr>
        <w:spacing w:after="180"/>
      </w:pPr>
    </w:p>
    <w:p w14:paraId="0C405F16" w14:textId="77777777" w:rsidR="0041093D" w:rsidRDefault="0041093D" w:rsidP="00755D62">
      <w:pPr>
        <w:spacing w:after="180"/>
      </w:pPr>
    </w:p>
    <w:p w14:paraId="575331CC" w14:textId="77777777" w:rsidR="0041093D" w:rsidRDefault="0041093D" w:rsidP="00755D62">
      <w:pPr>
        <w:spacing w:after="180"/>
      </w:pPr>
    </w:p>
    <w:p w14:paraId="773D899A" w14:textId="77777777" w:rsidR="0041093D" w:rsidRDefault="0041093D" w:rsidP="00755D62">
      <w:pPr>
        <w:spacing w:after="180"/>
      </w:pPr>
    </w:p>
    <w:p w14:paraId="132040A5" w14:textId="2CC8C85E" w:rsidR="0041093D" w:rsidRDefault="0041093D" w:rsidP="00755D62">
      <w:pPr>
        <w:spacing w:after="180"/>
      </w:pPr>
    </w:p>
    <w:p w14:paraId="2DBB8D33" w14:textId="00B04D8A" w:rsidR="0041093D" w:rsidRDefault="0041093D" w:rsidP="00755D62">
      <w:pPr>
        <w:spacing w:after="180"/>
      </w:pPr>
      <w:r>
        <w:t>HDPE: High density polyethylene</w:t>
      </w:r>
      <w:r>
        <w:tab/>
      </w:r>
      <w:r>
        <w:tab/>
      </w:r>
      <w:r>
        <w:tab/>
        <w:t>LDPE: Low density polyethylene</w:t>
      </w:r>
    </w:p>
    <w:p w14:paraId="1C2A7461" w14:textId="2EA96F9F" w:rsidR="0041093D" w:rsidRDefault="0041093D" w:rsidP="00755D62">
      <w:pPr>
        <w:spacing w:after="180"/>
      </w:pPr>
      <w:r w:rsidRPr="0041093D">
        <mc:AlternateContent>
          <mc:Choice Requires="wpg">
            <w:drawing>
              <wp:anchor distT="0" distB="0" distL="114300" distR="114300" simplePos="0" relativeHeight="251661312" behindDoc="0" locked="0" layoutInCell="1" allowOverlap="1" wp14:anchorId="0E219A82" wp14:editId="284C2D38">
                <wp:simplePos x="0" y="0"/>
                <wp:positionH relativeFrom="margin">
                  <wp:align>left</wp:align>
                </wp:positionH>
                <wp:positionV relativeFrom="paragraph">
                  <wp:posOffset>267970</wp:posOffset>
                </wp:positionV>
                <wp:extent cx="5011497" cy="1200770"/>
                <wp:effectExtent l="0" t="0" r="0" b="0"/>
                <wp:wrapNone/>
                <wp:docPr id="18" name="Group 23"/>
                <wp:cNvGraphicFramePr/>
                <a:graphic xmlns:a="http://schemas.openxmlformats.org/drawingml/2006/main">
                  <a:graphicData uri="http://schemas.microsoft.com/office/word/2010/wordprocessingGroup">
                    <wpg:wgp>
                      <wpg:cNvGrpSpPr/>
                      <wpg:grpSpPr>
                        <a:xfrm>
                          <a:off x="0" y="0"/>
                          <a:ext cx="5011497" cy="1200770"/>
                          <a:chOff x="1108986" y="0"/>
                          <a:chExt cx="5011986" cy="1201107"/>
                        </a:xfrm>
                      </wpg:grpSpPr>
                      <wpg:grpSp>
                        <wpg:cNvPr id="19" name="Group 19"/>
                        <wpg:cNvGrpSpPr/>
                        <wpg:grpSpPr>
                          <a:xfrm>
                            <a:off x="1108986" y="0"/>
                            <a:ext cx="5011986" cy="1201107"/>
                            <a:chOff x="1108986" y="0"/>
                            <a:chExt cx="5011986" cy="1201107"/>
                          </a:xfrm>
                        </wpg:grpSpPr>
                        <pic:pic xmlns:pic="http://schemas.openxmlformats.org/drawingml/2006/picture">
                          <pic:nvPicPr>
                            <pic:cNvPr id="20" name="Picture 20"/>
                            <pic:cNvPicPr>
                              <a:picLocks noChangeAspect="1"/>
                            </pic:cNvPicPr>
                          </pic:nvPicPr>
                          <pic:blipFill rotWithShape="1">
                            <a:blip r:embed="rId15"/>
                            <a:srcRect r="18731"/>
                            <a:stretch/>
                          </pic:blipFill>
                          <pic:spPr>
                            <a:xfrm>
                              <a:off x="1108986" y="74682"/>
                              <a:ext cx="1454028" cy="1016247"/>
                            </a:xfrm>
                            <a:prstGeom prst="rect">
                              <a:avLst/>
                            </a:prstGeom>
                          </pic:spPr>
                        </pic:pic>
                        <pic:pic xmlns:pic="http://schemas.openxmlformats.org/drawingml/2006/picture">
                          <pic:nvPicPr>
                            <pic:cNvPr id="21" name="Picture 21"/>
                            <pic:cNvPicPr>
                              <a:picLocks noChangeAspect="1"/>
                            </pic:cNvPicPr>
                          </pic:nvPicPr>
                          <pic:blipFill>
                            <a:blip r:embed="rId16"/>
                            <a:stretch>
                              <a:fillRect/>
                            </a:stretch>
                          </pic:blipFill>
                          <pic:spPr>
                            <a:xfrm>
                              <a:off x="4998934" y="0"/>
                              <a:ext cx="1122038" cy="1201107"/>
                            </a:xfrm>
                            <a:prstGeom prst="rect">
                              <a:avLst/>
                            </a:prstGeom>
                          </pic:spPr>
                        </pic:pic>
                        <pic:pic xmlns:pic="http://schemas.openxmlformats.org/drawingml/2006/picture">
                          <pic:nvPicPr>
                            <pic:cNvPr id="25" name="Picture 25"/>
                            <pic:cNvPicPr>
                              <a:picLocks noChangeAspect="1"/>
                            </pic:cNvPicPr>
                          </pic:nvPicPr>
                          <pic:blipFill>
                            <a:blip r:embed="rId17"/>
                            <a:stretch>
                              <a:fillRect/>
                            </a:stretch>
                          </pic:blipFill>
                          <pic:spPr>
                            <a:xfrm>
                              <a:off x="3256322" y="380298"/>
                              <a:ext cx="956006" cy="398935"/>
                            </a:xfrm>
                            <a:prstGeom prst="rect">
                              <a:avLst/>
                            </a:prstGeom>
                          </pic:spPr>
                        </pic:pic>
                      </wpg:grpSp>
                      <wps:wsp>
                        <wps:cNvPr id="26" name="Rectangle 26"/>
                        <wps:cNvSpPr/>
                        <wps:spPr>
                          <a:xfrm>
                            <a:off x="1338783" y="104841"/>
                            <a:ext cx="972000" cy="972000"/>
                          </a:xfrm>
                          <a:prstGeom prst="rect">
                            <a:avLst/>
                          </a:prstGeom>
                          <a:noFill/>
                          <a:ln w="9525">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Rectangle 27"/>
                        <wps:cNvSpPr/>
                        <wps:spPr>
                          <a:xfrm>
                            <a:off x="5073953" y="99858"/>
                            <a:ext cx="972000" cy="972000"/>
                          </a:xfrm>
                          <a:prstGeom prst="rect">
                            <a:avLst/>
                          </a:prstGeom>
                          <a:noFill/>
                          <a:ln w="9525">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6027E011" id="Group 23" o:spid="_x0000_s1026" style="position:absolute;margin-left:0;margin-top:21.1pt;width:394.6pt;height:94.55pt;z-index:251661312;mso-position-horizontal:left;mso-position-horizontal-relative:margin;mso-width-relative:margin;mso-height-relative:margin" coordorigin="11089" coordsize="50119,120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">
                <v:group id="Group 19" o:spid="_x0000_s1027" style="position:absolute;left:11089;width:50120;height:12011" coordorigin="11089" coordsize="50119,12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Picture 20" o:spid="_x0000_s1028" type="#_x0000_t75" style="position:absolute;left:11089;top:746;width:14541;height:10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">
                    <v:imagedata r:id="rId18" o:title="" cropright="12276f"/>
                  </v:shape>
                  <v:shape id="Picture 21" o:spid="_x0000_s1029" type="#_x0000_t75" style="position:absolute;left:49989;width:11220;height:120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">
                    <v:imagedata r:id="rId19" o:title=""/>
                  </v:shape>
                  <v:shape id="Picture 25" o:spid="_x0000_s1030" type="#_x0000_t75" style="position:absolute;left:32563;top:3802;width:9560;height:39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">
                    <v:imagedata r:id="rId20" o:title=""/>
                  </v:shape>
                </v:group>
                <v:rect id="Rectangle 26" o:spid="_x0000_s1031" style="position:absolute;left:13387;top:1048;width:9720;height:9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" filled="f" strokecolor="#5a5a5a [2109]"/>
                <v:rect id="Rectangle 27" o:spid="_x0000_s1032" style="position:absolute;left:50739;top:998;width:9720;height:9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" filled="f" strokecolor="#5a5a5a [2109]"/>
                <w10:wrap anchorx="margin"/>
              </v:group>
            </w:pict>
          </mc:Fallback>
        </mc:AlternateContent>
      </w:r>
      <w:r>
        <w:t>A solid block of HDPE has more than the same sized block of LDPE.</w:t>
      </w:r>
    </w:p>
    <w:p w14:paraId="57B19DC3" w14:textId="3D959607" w:rsidR="0041093D" w:rsidRDefault="0041093D" w:rsidP="00755D62">
      <w:pPr>
        <w:spacing w:after="180"/>
      </w:pPr>
    </w:p>
    <w:p w14:paraId="554241D9" w14:textId="77777777" w:rsidR="0041093D" w:rsidRDefault="0041093D" w:rsidP="00755D62">
      <w:pPr>
        <w:spacing w:after="180"/>
      </w:pPr>
    </w:p>
    <w:p w14:paraId="7801478A" w14:textId="77777777" w:rsidR="0041093D" w:rsidRDefault="0041093D" w:rsidP="00755D62">
      <w:pPr>
        <w:spacing w:after="180"/>
      </w:pPr>
    </w:p>
    <w:p w14:paraId="18DAD279" w14:textId="77777777" w:rsidR="0041093D" w:rsidRDefault="0041093D" w:rsidP="00755D62">
      <w:pPr>
        <w:spacing w:after="180"/>
      </w:pPr>
    </w:p>
    <w:p w14:paraId="59AD4A27" w14:textId="14D62E6E" w:rsidR="009511D9" w:rsidRDefault="009511D9" w:rsidP="00755D62">
      <w:pPr>
        <w:spacing w:after="180"/>
      </w:pPr>
      <w:r>
        <w:t>HDPE is made up of linear molecules.</w:t>
      </w:r>
      <w:r w:rsidR="0041093D">
        <w:tab/>
      </w:r>
      <w:r w:rsidR="0041093D">
        <w:tab/>
        <w:t xml:space="preserve">     </w:t>
      </w:r>
      <w:r>
        <w:t>LDPE is made up of branched polymer molecules.</w:t>
      </w:r>
    </w:p>
    <w:p w14:paraId="1DA205C8" w14:textId="3C240B64" w:rsidR="00755D62" w:rsidRPr="0041093D" w:rsidRDefault="0041093D" w:rsidP="00755D62">
      <w:pPr>
        <w:spacing w:after="240"/>
        <w:rPr>
          <w:szCs w:val="18"/>
        </w:rPr>
      </w:pPr>
      <w:r w:rsidRPr="0041093D">
        <w:rPr>
          <w:szCs w:val="18"/>
        </w:rPr>
        <w:t>These statements a</w:t>
      </w:r>
      <w:r>
        <w:rPr>
          <w:szCs w:val="18"/>
        </w:rPr>
        <w:t>r</w:t>
      </w:r>
      <w:r w:rsidRPr="0041093D">
        <w:rPr>
          <w:szCs w:val="18"/>
        </w:rPr>
        <w:t xml:space="preserve">e about why a block of HDPE </w:t>
      </w:r>
      <w:proofErr w:type="gramStart"/>
      <w:r w:rsidRPr="0041093D">
        <w:rPr>
          <w:szCs w:val="18"/>
        </w:rPr>
        <w:t>has</w:t>
      </w:r>
      <w:proofErr w:type="gramEnd"/>
      <w:r w:rsidRPr="0041093D">
        <w:rPr>
          <w:szCs w:val="18"/>
        </w:rPr>
        <w:t xml:space="preserve"> more mass.</w:t>
      </w:r>
    </w:p>
    <w:p w14:paraId="6F1AAF54" w14:textId="77777777" w:rsidR="00755D62" w:rsidRPr="001B2F96" w:rsidRDefault="00755D62" w:rsidP="00755D62">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755D62" w:rsidRPr="00AE07E9" w14:paraId="5E4C0B5B" w14:textId="77777777" w:rsidTr="00677EDD">
        <w:trPr>
          <w:cantSplit/>
          <w:trHeight w:hRule="exact" w:val="938"/>
          <w:jc w:val="center"/>
        </w:trPr>
        <w:tc>
          <w:tcPr>
            <w:tcW w:w="4952" w:type="dxa"/>
            <w:gridSpan w:val="2"/>
            <w:tcBorders>
              <w:bottom w:val="single" w:sz="8" w:space="0" w:color="000000"/>
            </w:tcBorders>
            <w:vAlign w:val="center"/>
          </w:tcPr>
          <w:p w14:paraId="6DC5108A" w14:textId="54930EB7" w:rsidR="00755D62" w:rsidRPr="002B6D6B" w:rsidRDefault="00755D62" w:rsidP="00677EDD">
            <w:pPr>
              <w:tabs>
                <w:tab w:val="right" w:leader="dot" w:pos="8680"/>
              </w:tabs>
              <w:jc w:val="center"/>
              <w:rPr>
                <w:rFonts w:eastAsia="Times New Roman" w:cs="Times New Roman"/>
                <w:lang w:eastAsia="en-GB"/>
              </w:rPr>
            </w:pPr>
          </w:p>
        </w:tc>
        <w:tc>
          <w:tcPr>
            <w:tcW w:w="1063" w:type="dxa"/>
            <w:vAlign w:val="center"/>
          </w:tcPr>
          <w:p w14:paraId="3C18750B"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114F0B07"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2066D1D4"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238C7408"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755D62" w:rsidRPr="00AE07E9" w14:paraId="402D0D72" w14:textId="77777777" w:rsidTr="00677EDD">
        <w:trPr>
          <w:cantSplit/>
          <w:trHeight w:val="791"/>
          <w:jc w:val="center"/>
        </w:trPr>
        <w:tc>
          <w:tcPr>
            <w:tcW w:w="557" w:type="dxa"/>
            <w:tcBorders>
              <w:right w:val="nil"/>
            </w:tcBorders>
            <w:vAlign w:val="center"/>
          </w:tcPr>
          <w:p w14:paraId="265C8198" w14:textId="77777777" w:rsidR="00755D62" w:rsidRPr="00AE07E9"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14:paraId="45E46E66" w14:textId="278B51A0" w:rsidR="00755D62" w:rsidRPr="00197AB2" w:rsidRDefault="009511D9" w:rsidP="00677EDD">
            <w:pPr>
              <w:tabs>
                <w:tab w:val="right" w:leader="dot" w:pos="8680"/>
              </w:tabs>
              <w:rPr>
                <w:rFonts w:eastAsia="Times New Roman" w:cs="Times New Roman"/>
                <w:lang w:eastAsia="en-GB"/>
              </w:rPr>
            </w:pPr>
            <w:r w:rsidRPr="0015313F">
              <w:rPr>
                <w:rFonts w:eastAsia="Times New Roman" w:cs="Times New Roman"/>
                <w:lang w:eastAsia="en-GB"/>
              </w:rPr>
              <w:t>Linear molecules are heavier.</w:t>
            </w:r>
          </w:p>
        </w:tc>
        <w:tc>
          <w:tcPr>
            <w:tcW w:w="1063" w:type="dxa"/>
          </w:tcPr>
          <w:p w14:paraId="676C1226"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8012681"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F2EEF84"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66A76DD2"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0C034EBC" w14:textId="77777777" w:rsidTr="00677EDD">
        <w:trPr>
          <w:cantSplit/>
          <w:trHeight w:val="791"/>
          <w:jc w:val="center"/>
        </w:trPr>
        <w:tc>
          <w:tcPr>
            <w:tcW w:w="557" w:type="dxa"/>
            <w:tcBorders>
              <w:right w:val="nil"/>
            </w:tcBorders>
            <w:vAlign w:val="center"/>
          </w:tcPr>
          <w:p w14:paraId="1B69A76E"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14:paraId="3F48F8B5" w14:textId="2CEA9DE4" w:rsidR="00755D62" w:rsidRDefault="009511D9" w:rsidP="00677EDD">
            <w:pPr>
              <w:tabs>
                <w:tab w:val="right" w:leader="dot" w:pos="8680"/>
              </w:tabs>
              <w:rPr>
                <w:rFonts w:eastAsia="Times New Roman" w:cs="Times New Roman"/>
                <w:lang w:eastAsia="en-GB"/>
              </w:rPr>
            </w:pPr>
            <w:r>
              <w:rPr>
                <w:rFonts w:eastAsia="Times New Roman" w:cs="Times New Roman"/>
                <w:lang w:eastAsia="en-GB"/>
              </w:rPr>
              <w:t>Linear molecules can fit closer together.</w:t>
            </w:r>
          </w:p>
        </w:tc>
        <w:tc>
          <w:tcPr>
            <w:tcW w:w="1063" w:type="dxa"/>
          </w:tcPr>
          <w:p w14:paraId="6D7A181C"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FFBDAA3"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BFF91C7"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6887528"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05C69346" w14:textId="77777777" w:rsidTr="00677EDD">
        <w:trPr>
          <w:cantSplit/>
          <w:trHeight w:val="791"/>
          <w:jc w:val="center"/>
        </w:trPr>
        <w:tc>
          <w:tcPr>
            <w:tcW w:w="557" w:type="dxa"/>
            <w:tcBorders>
              <w:right w:val="nil"/>
            </w:tcBorders>
            <w:vAlign w:val="center"/>
          </w:tcPr>
          <w:p w14:paraId="75F0358B"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14:paraId="1B431EFE" w14:textId="7C413A9E" w:rsidR="00755D62" w:rsidRDefault="009511D9" w:rsidP="00677EDD">
            <w:pPr>
              <w:tabs>
                <w:tab w:val="right" w:leader="dot" w:pos="8680"/>
              </w:tabs>
              <w:rPr>
                <w:rFonts w:eastAsia="Times New Roman" w:cs="Times New Roman"/>
                <w:lang w:eastAsia="en-GB"/>
              </w:rPr>
            </w:pPr>
            <w:r>
              <w:rPr>
                <w:rFonts w:eastAsia="Times New Roman" w:cs="Times New Roman"/>
                <w:lang w:eastAsia="en-GB"/>
              </w:rPr>
              <w:t>Linear molecules have larger forces between them.</w:t>
            </w:r>
          </w:p>
        </w:tc>
        <w:tc>
          <w:tcPr>
            <w:tcW w:w="1063" w:type="dxa"/>
          </w:tcPr>
          <w:p w14:paraId="7908B5BC"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E30E7BA"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536C348"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0EE6C88" w14:textId="77777777" w:rsidR="00755D62" w:rsidRPr="00197AB2" w:rsidRDefault="00755D62" w:rsidP="00677EDD">
            <w:pPr>
              <w:tabs>
                <w:tab w:val="right" w:leader="dot" w:pos="8680"/>
              </w:tabs>
              <w:rPr>
                <w:rFonts w:eastAsia="Times New Roman" w:cs="Times New Roman"/>
                <w:sz w:val="18"/>
                <w:szCs w:val="18"/>
                <w:lang w:eastAsia="en-GB"/>
              </w:rPr>
            </w:pPr>
          </w:p>
        </w:tc>
      </w:tr>
    </w:tbl>
    <w:p w14:paraId="5D6D3843" w14:textId="77777777" w:rsidR="00201AC2" w:rsidRPr="00201AC2" w:rsidRDefault="00201AC2" w:rsidP="006F3279">
      <w:pPr>
        <w:spacing w:after="240"/>
        <w:rPr>
          <w:szCs w:val="18"/>
        </w:rPr>
      </w:pPr>
    </w:p>
    <w:p w14:paraId="421458CD" w14:textId="77777777" w:rsidR="00201AC2" w:rsidRPr="00201AC2" w:rsidRDefault="00201AC2" w:rsidP="006F3279">
      <w:pPr>
        <w:spacing w:after="240"/>
        <w:rPr>
          <w:szCs w:val="18"/>
        </w:rPr>
      </w:pPr>
    </w:p>
    <w:p w14:paraId="219F90FC" w14:textId="77777777" w:rsidR="00201AC2" w:rsidRPr="00201AC2" w:rsidRDefault="00201AC2" w:rsidP="006F3279">
      <w:pPr>
        <w:spacing w:after="240"/>
        <w:rPr>
          <w:szCs w:val="18"/>
        </w:rPr>
        <w:sectPr w:rsidR="00201AC2" w:rsidRPr="00201AC2" w:rsidSect="00642ECD">
          <w:headerReference w:type="even" r:id="rId21"/>
          <w:headerReference w:type="default" r:id="rId22"/>
          <w:footerReference w:type="even" r:id="rId23"/>
          <w:footerReference w:type="default" r:id="rId24"/>
          <w:headerReference w:type="first" r:id="rId25"/>
          <w:footerReference w:type="first" r:id="rId26"/>
          <w:pgSz w:w="11906" w:h="16838" w:code="9"/>
          <w:pgMar w:top="1440" w:right="1440" w:bottom="1440" w:left="1440" w:header="709" w:footer="567" w:gutter="0"/>
          <w:cols w:space="708"/>
          <w:docGrid w:linePitch="360"/>
        </w:sectPr>
      </w:pPr>
    </w:p>
    <w:p w14:paraId="16838DB0" w14:textId="77777777" w:rsidR="009511D9" w:rsidRPr="006F3279" w:rsidRDefault="009511D9" w:rsidP="009511D9">
      <w:pPr>
        <w:spacing w:after="240"/>
        <w:rPr>
          <w:i/>
          <w:sz w:val="18"/>
          <w:szCs w:val="18"/>
        </w:rPr>
      </w:pPr>
      <w:bookmarkStart w:id="0" w:name="_Hlk44064892"/>
      <w:r>
        <w:rPr>
          <w:i/>
          <w:sz w:val="18"/>
          <w:szCs w:val="18"/>
        </w:rPr>
        <w:lastRenderedPageBreak/>
        <w:t>Chemistry</w:t>
      </w:r>
      <w:r w:rsidRPr="00CA4B46">
        <w:rPr>
          <w:i/>
          <w:sz w:val="18"/>
          <w:szCs w:val="18"/>
        </w:rPr>
        <w:t xml:space="preserve"> &gt; </w:t>
      </w:r>
      <w:r>
        <w:rPr>
          <w:i/>
          <w:sz w:val="18"/>
          <w:szCs w:val="18"/>
        </w:rPr>
        <w:t>Big idea CMS: Materials science &gt; Topic CMS2: Designing materials</w:t>
      </w:r>
      <w:r w:rsidRPr="00CA4B46">
        <w:rPr>
          <w:i/>
          <w:sz w:val="18"/>
          <w:szCs w:val="18"/>
        </w:rPr>
        <w:t xml:space="preserve"> &gt; </w:t>
      </w:r>
      <w:r>
        <w:rPr>
          <w:i/>
          <w:sz w:val="18"/>
          <w:szCs w:val="18"/>
        </w:rPr>
        <w:t>Key concept</w:t>
      </w:r>
      <w:r w:rsidRPr="00CA4B46">
        <w:rPr>
          <w:i/>
          <w:sz w:val="18"/>
          <w:szCs w:val="18"/>
        </w:rPr>
        <w:t xml:space="preserve"> </w:t>
      </w:r>
      <w:r>
        <w:rPr>
          <w:i/>
          <w:sz w:val="18"/>
          <w:szCs w:val="18"/>
        </w:rPr>
        <w:t>CMS2.1: Polymer properties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7D15137" w14:textId="77777777" w:rsidTr="00323334">
        <w:tc>
          <w:tcPr>
            <w:tcW w:w="12021" w:type="dxa"/>
            <w:shd w:val="clear" w:color="auto" w:fill="FABF8F" w:themeFill="accent6" w:themeFillTint="99"/>
          </w:tcPr>
          <w:bookmarkEnd w:id="0"/>
          <w:p w14:paraId="1D6005F5"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7483FE4" w14:textId="77777777" w:rsidTr="00323334">
        <w:tc>
          <w:tcPr>
            <w:tcW w:w="12021" w:type="dxa"/>
            <w:shd w:val="clear" w:color="auto" w:fill="FBD4B4" w:themeFill="accent6" w:themeFillTint="66"/>
          </w:tcPr>
          <w:p w14:paraId="0425555B" w14:textId="5E1100CC" w:rsidR="006F3279" w:rsidRPr="00CA4B46" w:rsidRDefault="009511D9" w:rsidP="006F3279">
            <w:pPr>
              <w:spacing w:after="60"/>
              <w:ind w:left="1304"/>
              <w:rPr>
                <w:b/>
                <w:sz w:val="40"/>
                <w:szCs w:val="40"/>
              </w:rPr>
            </w:pPr>
            <w:r>
              <w:rPr>
                <w:b/>
                <w:sz w:val="40"/>
                <w:szCs w:val="40"/>
              </w:rPr>
              <w:t>Plastic labels</w:t>
            </w:r>
          </w:p>
        </w:tc>
      </w:tr>
    </w:tbl>
    <w:p w14:paraId="19C7D606" w14:textId="77777777" w:rsidR="006F3279" w:rsidRDefault="006F3279" w:rsidP="00E172C6">
      <w:pPr>
        <w:spacing w:after="180"/>
        <w:rPr>
          <w:b/>
        </w:rPr>
      </w:pPr>
    </w:p>
    <w:p w14:paraId="226A6B40"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54A81EF1" w14:textId="77777777" w:rsidTr="003F16F9">
        <w:trPr>
          <w:trHeight w:val="340"/>
        </w:trPr>
        <w:tc>
          <w:tcPr>
            <w:tcW w:w="2196" w:type="dxa"/>
          </w:tcPr>
          <w:p w14:paraId="67A147E2" w14:textId="77777777" w:rsidR="00FA5B3A" w:rsidRDefault="00FA5B3A" w:rsidP="00FA5B3A">
            <w:pPr>
              <w:spacing w:before="60" w:after="60"/>
            </w:pPr>
            <w:r>
              <w:t>Learning focus:</w:t>
            </w:r>
          </w:p>
        </w:tc>
        <w:tc>
          <w:tcPr>
            <w:tcW w:w="6820" w:type="dxa"/>
          </w:tcPr>
          <w:p w14:paraId="314F9231" w14:textId="5E28255B" w:rsidR="00FA5B3A" w:rsidRDefault="009511D9" w:rsidP="00FA5B3A">
            <w:pPr>
              <w:spacing w:before="60" w:after="60"/>
            </w:pPr>
            <w:r w:rsidRPr="00664C5A">
              <w:t>Materials scientists can design polymers with specific properties.</w:t>
            </w:r>
          </w:p>
        </w:tc>
      </w:tr>
      <w:tr w:rsidR="00FA5B3A" w14:paraId="550E8825" w14:textId="77777777" w:rsidTr="003F16F9">
        <w:trPr>
          <w:trHeight w:val="340"/>
        </w:trPr>
        <w:tc>
          <w:tcPr>
            <w:tcW w:w="2196" w:type="dxa"/>
          </w:tcPr>
          <w:p w14:paraId="50B7E5C8" w14:textId="77777777" w:rsidR="00FA5B3A" w:rsidRDefault="00FA5B3A" w:rsidP="00FA5B3A">
            <w:pPr>
              <w:spacing w:before="60" w:after="60"/>
            </w:pPr>
            <w:r>
              <w:t>Observable learning outcome:</w:t>
            </w:r>
          </w:p>
        </w:tc>
        <w:tc>
          <w:tcPr>
            <w:tcW w:w="6820" w:type="dxa"/>
          </w:tcPr>
          <w:p w14:paraId="39F70884" w14:textId="1662DD58" w:rsidR="00FA5B3A" w:rsidRPr="00A50C9C" w:rsidRDefault="001A42F1" w:rsidP="00FA5B3A">
            <w:pPr>
              <w:spacing w:before="60" w:after="60"/>
              <w:rPr>
                <w:b/>
              </w:rPr>
            </w:pPr>
            <w:r>
              <w:t>Describe</w:t>
            </w:r>
            <w:r w:rsidR="0015313F">
              <w:t xml:space="preserve"> how linear or branched molecules affect the mass of a given volume of polymer.</w:t>
            </w:r>
          </w:p>
        </w:tc>
      </w:tr>
      <w:tr w:rsidR="00FA5B3A" w14:paraId="28DEA01B" w14:textId="77777777" w:rsidTr="003F16F9">
        <w:trPr>
          <w:trHeight w:val="340"/>
        </w:trPr>
        <w:tc>
          <w:tcPr>
            <w:tcW w:w="2196" w:type="dxa"/>
          </w:tcPr>
          <w:p w14:paraId="2989C544" w14:textId="77777777" w:rsidR="00FA5B3A" w:rsidRDefault="007F5D5D" w:rsidP="00FA5B3A">
            <w:pPr>
              <w:spacing w:before="60" w:after="60"/>
            </w:pPr>
            <w:r>
              <w:t>Question</w:t>
            </w:r>
            <w:r w:rsidR="00FA5B3A">
              <w:t xml:space="preserve"> type:</w:t>
            </w:r>
          </w:p>
        </w:tc>
        <w:tc>
          <w:tcPr>
            <w:tcW w:w="6820" w:type="dxa"/>
          </w:tcPr>
          <w:p w14:paraId="256182AB" w14:textId="780435DB" w:rsidR="00FA5B3A" w:rsidRDefault="00755D62" w:rsidP="00304A9C">
            <w:pPr>
              <w:spacing w:before="60" w:after="60"/>
            </w:pPr>
            <w:r>
              <w:t>confidence grid</w:t>
            </w:r>
          </w:p>
        </w:tc>
      </w:tr>
      <w:tr w:rsidR="00FA5B3A" w14:paraId="10E1E9AD" w14:textId="77777777" w:rsidTr="003F16F9">
        <w:trPr>
          <w:trHeight w:val="340"/>
        </w:trPr>
        <w:tc>
          <w:tcPr>
            <w:tcW w:w="2196" w:type="dxa"/>
          </w:tcPr>
          <w:p w14:paraId="7FB0F84F" w14:textId="77777777" w:rsidR="00FA5B3A" w:rsidRDefault="00FA5B3A" w:rsidP="00FA5B3A">
            <w:pPr>
              <w:spacing w:before="60" w:after="60"/>
            </w:pPr>
            <w:r>
              <w:t>Key words:</w:t>
            </w:r>
          </w:p>
        </w:tc>
        <w:tc>
          <w:tcPr>
            <w:tcW w:w="6820" w:type="dxa"/>
            <w:tcBorders>
              <w:bottom w:val="dotted" w:sz="4" w:space="0" w:color="auto"/>
            </w:tcBorders>
          </w:tcPr>
          <w:p w14:paraId="4332D9FF" w14:textId="3A35DE65" w:rsidR="00FA5B3A" w:rsidRDefault="0015313F" w:rsidP="00FA5B3A">
            <w:pPr>
              <w:spacing w:before="60" w:after="60"/>
            </w:pPr>
            <w:r>
              <w:t>molecule, polymer</w:t>
            </w:r>
          </w:p>
        </w:tc>
      </w:tr>
    </w:tbl>
    <w:p w14:paraId="45CE43C0" w14:textId="77777777" w:rsidR="00E172C6" w:rsidRDefault="00E172C6" w:rsidP="00E172C6">
      <w:pPr>
        <w:spacing w:after="180"/>
      </w:pPr>
    </w:p>
    <w:p w14:paraId="28A3E5B0" w14:textId="77777777" w:rsidR="00F72ECC" w:rsidRDefault="00F72ECC" w:rsidP="00F72ECC"/>
    <w:p w14:paraId="32AF49BC"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09AC7F00" w14:textId="02A38C9D" w:rsidR="00C05571" w:rsidRDefault="00CA0A63" w:rsidP="0050055B">
      <w:pPr>
        <w:spacing w:after="180"/>
      </w:pPr>
      <w:r>
        <w:t xml:space="preserve">Research </w:t>
      </w:r>
      <w:r>
        <w:fldChar w:fldCharType="begin"/>
      </w:r>
      <w:r>
        <w:instrText xml:space="preserve"> ADDIN EN.CITE &lt;EndNote&gt;&lt;Cite&gt;&lt;Author&gt;Krnel&lt;/Author&gt;&lt;Year&gt;1998&lt;/Year&gt;&lt;IDText&gt;Survey of research related to the development of the concept of &amp;apos;matter&amp;apos;&lt;/IDText&gt;&lt;DisplayText&gt;(Krnel, Watson and Glažar, 1998)&lt;/DisplayText&gt;&lt;record&gt;&lt;titles&gt;&lt;title&gt;Survey of research related to the development of the concept of &amp;apos;matter&amp;apos;&lt;/title&gt;&lt;secondary-title&gt;International Journal of Science Education&lt;/secondary-title&gt;&lt;/titles&gt;&lt;pages&gt;257-289&lt;/pages&gt;&lt;number&gt;3&lt;/number&gt;&lt;contributors&gt;&lt;authors&gt;&lt;author&gt;Krnel, D.&lt;/author&gt;&lt;author&gt;Watson, R.&lt;/author&gt;&lt;author&gt;Glažar, S.A.&lt;/author&gt;&lt;/authors&gt;&lt;/contributors&gt;&lt;added-date format="utc"&gt;1587131500&lt;/added-date&gt;&lt;ref-type name="Journal Article"&gt;17&lt;/ref-type&gt;&lt;dates&gt;&lt;year&gt;1998&lt;/year&gt;&lt;/dates&gt;&lt;rec-number&gt;98&lt;/rec-number&gt;&lt;last-updated-date format="utc"&gt;1587131651&lt;/last-updated-date&gt;&lt;volume&gt;20&lt;/volume&gt;&lt;/record&gt;&lt;/Cite&gt;&lt;/EndNote&gt;</w:instrText>
      </w:r>
      <w:r>
        <w:fldChar w:fldCharType="separate"/>
      </w:r>
      <w:r>
        <w:rPr>
          <w:noProof/>
        </w:rPr>
        <w:t>(Krnel, Watson and Glažar, 1998)</w:t>
      </w:r>
      <w:r>
        <w:fldChar w:fldCharType="end"/>
      </w:r>
      <w:r>
        <w:t xml:space="preserve"> suggests that students, even at the age of 14-15 often do not have a clearly differentiated the idea of mass and density. Density is identified by the authors as an important property for distinguishing different materials.</w:t>
      </w:r>
    </w:p>
    <w:p w14:paraId="57560C9F" w14:textId="4C236202" w:rsidR="00CA0A63" w:rsidRDefault="00CA0A63" w:rsidP="0050055B">
      <w:pPr>
        <w:spacing w:after="180"/>
      </w:pPr>
      <w:r>
        <w:t xml:space="preserve">This diagnostic question </w:t>
      </w:r>
      <w:r w:rsidR="005F6738">
        <w:t>introduces the idea of polymers having different densities by comparing the mass of 1 cm</w:t>
      </w:r>
      <w:r w:rsidR="005F6738">
        <w:rPr>
          <w:vertAlign w:val="superscript"/>
        </w:rPr>
        <w:t>3</w:t>
      </w:r>
      <w:r w:rsidR="005F6738">
        <w:t xml:space="preserve"> of two different polymers.</w:t>
      </w:r>
      <w:r>
        <w:t xml:space="preserve"> </w:t>
      </w:r>
    </w:p>
    <w:p w14:paraId="3990E457"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0694A012" w14:textId="77777777" w:rsidR="00755D62" w:rsidRPr="00816065" w:rsidRDefault="00755D62" w:rsidP="00755D62">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14:paraId="0ECD8A70" w14:textId="77777777" w:rsidR="00755D62" w:rsidRPr="00816065" w:rsidRDefault="00755D62" w:rsidP="00755D62">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7E44B17E" w14:textId="77777777" w:rsidR="00755D62" w:rsidRPr="00816065" w:rsidRDefault="00755D62" w:rsidP="00755D62">
      <w:pPr>
        <w:spacing w:after="180"/>
        <w:rPr>
          <w:rFonts w:cstheme="minorHAnsi"/>
          <w:i/>
        </w:rPr>
      </w:pPr>
      <w:r w:rsidRPr="00816065">
        <w:rPr>
          <w:rFonts w:cstheme="minorHAnsi"/>
          <w:i/>
        </w:rPr>
        <w:t>Differentiation</w:t>
      </w:r>
    </w:p>
    <w:p w14:paraId="2C5A2191" w14:textId="07BBD188" w:rsidR="00755D62" w:rsidRDefault="00755D62" w:rsidP="00755D62">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15313F">
        <w:rPr>
          <w:rFonts w:cstheme="minorHAnsi"/>
        </w:rPr>
        <w:t>,</w:t>
      </w:r>
      <w:r w:rsidRPr="00816065">
        <w:rPr>
          <w:rFonts w:cstheme="minorHAnsi"/>
        </w:rPr>
        <w:t xml:space="preserve"> it may be more appropriate for a teaching assistant to read for one or two students.</w:t>
      </w:r>
    </w:p>
    <w:p w14:paraId="572C6303"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5CDF44D4" w14:textId="04BB35A6" w:rsidR="00BF6C8A" w:rsidRPr="0015313F" w:rsidRDefault="0015313F" w:rsidP="00BF6C8A">
      <w:pPr>
        <w:spacing w:after="180"/>
      </w:pPr>
      <w:r>
        <w:t>1cm</w:t>
      </w:r>
      <w:r>
        <w:rPr>
          <w:vertAlign w:val="superscript"/>
        </w:rPr>
        <w:t>3</w:t>
      </w:r>
      <w:r>
        <w:t xml:space="preserve"> of HDPE has (slightly) greater mass because linear molecules can fit closer together.</w:t>
      </w:r>
    </w:p>
    <w:p w14:paraId="7C605194"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16268F6F" w14:textId="3AC8D839" w:rsidR="004F039C" w:rsidRPr="0015313F" w:rsidRDefault="0015313F" w:rsidP="006A4440">
      <w:pPr>
        <w:spacing w:after="180"/>
      </w:pPr>
      <w:r w:rsidRPr="0015313F">
        <w:t>A student who is confident about statement C has not linked the structural feature with the property. The forces between molecules help to explain differences in melting and boiling point.</w:t>
      </w:r>
    </w:p>
    <w:p w14:paraId="51AFB777" w14:textId="7C41EA06" w:rsidR="0015313F" w:rsidRPr="0015313F" w:rsidRDefault="0015313F" w:rsidP="006A4440">
      <w:pPr>
        <w:spacing w:after="180"/>
      </w:pPr>
      <w:r w:rsidRPr="0015313F">
        <w:t>A student who is confident about statement A may not recognise that it is the number of atoms in the molecule that affects the mass.</w:t>
      </w:r>
    </w:p>
    <w:p w14:paraId="5B3C7E4D" w14:textId="141BC43B" w:rsidR="00A6111E" w:rsidRPr="00A6111E" w:rsidRDefault="004F039C" w:rsidP="0015313F">
      <w:pPr>
        <w:spacing w:after="180"/>
      </w:pPr>
      <w:r w:rsidRPr="004F039C">
        <w:lastRenderedPageBreak/>
        <w:t xml:space="preserve">If students have </w:t>
      </w:r>
      <w:r w:rsidR="001E4950">
        <w:t>misunderstanding</w:t>
      </w:r>
      <w:r w:rsidRPr="004F039C">
        <w:t xml:space="preserve">s about </w:t>
      </w:r>
      <w:r w:rsidR="0015313F">
        <w:t>how the branching of a polymer molecule affect how closely the molecules can pack together, try using the students to model. Ask the class to move around with their arms by their sides and then repeat with arms out at 90</w:t>
      </w:r>
      <w:r w:rsidR="0015313F">
        <w:rPr>
          <w:rFonts w:cstheme="minorHAnsi"/>
        </w:rPr>
        <w:t>°</w:t>
      </w:r>
      <w:r w:rsidR="0015313F">
        <w:t xml:space="preserve"> and then compare the numbers that fit in a fixed space.</w:t>
      </w:r>
    </w:p>
    <w:p w14:paraId="3AC62D1C"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5FBD5C8B" w14:textId="34388BB8" w:rsidR="00D278E8" w:rsidRDefault="00D278E8" w:rsidP="00E172C6">
      <w:pPr>
        <w:spacing w:after="180"/>
      </w:pPr>
      <w:r>
        <w:t xml:space="preserve">Developed </w:t>
      </w:r>
      <w:r w:rsidR="0015356E">
        <w:t xml:space="preserve">by </w:t>
      </w:r>
      <w:r w:rsidR="00E252BE">
        <w:t>Helen Harden</w:t>
      </w:r>
      <w:r w:rsidR="0015356E">
        <w:t xml:space="preserve"> (UYSEG</w:t>
      </w:r>
      <w:r w:rsidR="0015313F">
        <w:t>).</w:t>
      </w:r>
    </w:p>
    <w:p w14:paraId="7E94245F" w14:textId="0C5F03C4" w:rsidR="00CC78A5" w:rsidRDefault="00D278E8" w:rsidP="00E172C6">
      <w:pPr>
        <w:spacing w:after="180"/>
      </w:pPr>
      <w:r w:rsidRPr="0045323E">
        <w:t xml:space="preserve">Images: </w:t>
      </w:r>
      <w:r w:rsidR="0015313F">
        <w:t>Peter Fairhurst</w:t>
      </w:r>
      <w:r w:rsidR="00E252BE">
        <w:t xml:space="preserve"> (UYSEG)</w:t>
      </w:r>
    </w:p>
    <w:p w14:paraId="15F12AC1" w14:textId="0B14CA48" w:rsidR="00CA0A63" w:rsidRPr="005F6738" w:rsidRDefault="003117F6" w:rsidP="00E24309">
      <w:pPr>
        <w:spacing w:after="180"/>
        <w:rPr>
          <w:b/>
          <w:color w:val="E36C0A" w:themeColor="accent6" w:themeShade="BF"/>
          <w:sz w:val="24"/>
        </w:rPr>
      </w:pPr>
      <w:r w:rsidRPr="00323334">
        <w:rPr>
          <w:b/>
          <w:color w:val="E36C0A" w:themeColor="accent6" w:themeShade="BF"/>
          <w:sz w:val="24"/>
        </w:rPr>
        <w:t>References</w:t>
      </w:r>
    </w:p>
    <w:p w14:paraId="3000757A" w14:textId="77777777" w:rsidR="00CA0A63" w:rsidRPr="00CA0A63" w:rsidRDefault="00CA0A63" w:rsidP="00CA0A63">
      <w:pPr>
        <w:pStyle w:val="EndNoteBibliography"/>
      </w:pPr>
      <w:r>
        <w:fldChar w:fldCharType="begin"/>
      </w:r>
      <w:r>
        <w:instrText xml:space="preserve"> ADDIN EN.REFLIST </w:instrText>
      </w:r>
      <w:r>
        <w:fldChar w:fldCharType="separate"/>
      </w:r>
      <w:r w:rsidRPr="00CA0A63">
        <w:t xml:space="preserve">Krnel, D., Watson, R. and Glažar, S. A. (1998). Survey of research related to the development of the concept of 'matter'. </w:t>
      </w:r>
      <w:r w:rsidRPr="00CA0A63">
        <w:rPr>
          <w:i/>
        </w:rPr>
        <w:t>International Journal of Science Education,</w:t>
      </w:r>
      <w:r w:rsidRPr="00CA0A63">
        <w:t xml:space="preserve"> 20(3)</w:t>
      </w:r>
      <w:r w:rsidRPr="00CA0A63">
        <w:rPr>
          <w:b/>
        </w:rPr>
        <w:t>,</w:t>
      </w:r>
      <w:r w:rsidRPr="00CA0A63">
        <w:t xml:space="preserve"> 257-289.</w:t>
      </w:r>
    </w:p>
    <w:p w14:paraId="1C9425C0" w14:textId="72D35212" w:rsidR="0067031A" w:rsidRPr="0067031A" w:rsidRDefault="00CA0A63" w:rsidP="00E24309">
      <w:pPr>
        <w:spacing w:after="180"/>
      </w:pPr>
      <w:r>
        <w:fldChar w:fldCharType="end"/>
      </w:r>
    </w:p>
    <w:sectPr w:rsidR="0067031A" w:rsidRPr="0067031A" w:rsidSect="00642ECD">
      <w:headerReference w:type="default" r:id="rId2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96DF2D" w14:textId="77777777" w:rsidR="00EE756E" w:rsidRDefault="00EE756E" w:rsidP="000B473B">
      <w:r>
        <w:separator/>
      </w:r>
    </w:p>
  </w:endnote>
  <w:endnote w:type="continuationSeparator" w:id="0">
    <w:p w14:paraId="681EF7FC" w14:textId="77777777" w:rsidR="00EE756E" w:rsidRDefault="00EE756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F5733" w14:textId="77777777" w:rsidR="00C809C1" w:rsidRDefault="00C8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EA6AF" w14:textId="218CC72E"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39A8AF7" wp14:editId="4AD1FD6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4373F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 xml:space="preserve">Developed by the University of York Science Education Group and </w:t>
    </w:r>
    <w:r w:rsidR="00C809C1">
      <w:rPr>
        <w:sz w:val="16"/>
        <w:szCs w:val="16"/>
      </w:rPr>
      <w:t>The Horners’ Company Charity.</w:t>
    </w:r>
    <w:r>
      <w:rPr>
        <w:sz w:val="16"/>
        <w:szCs w:val="16"/>
      </w:rPr>
      <w:tab/>
    </w:r>
    <w:r>
      <w:fldChar w:fldCharType="begin"/>
    </w:r>
    <w:r>
      <w:instrText xml:space="preserve"> PAGE  \* Arabic  \* MERGEFORMAT </w:instrText>
    </w:r>
    <w:r>
      <w:fldChar w:fldCharType="separate"/>
    </w:r>
    <w:r w:rsidR="00755D62">
      <w:rPr>
        <w:noProof/>
      </w:rPr>
      <w:t>3</w:t>
    </w:r>
    <w:r>
      <w:rPr>
        <w:noProof/>
      </w:rPr>
      <w:fldChar w:fldCharType="end"/>
    </w:r>
  </w:p>
  <w:p w14:paraId="3D1D65F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2BDE494B"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ECB85" w14:textId="77777777" w:rsidR="00C809C1" w:rsidRDefault="00C8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264338" w14:textId="77777777" w:rsidR="00EE756E" w:rsidRDefault="00EE756E" w:rsidP="000B473B">
      <w:r>
        <w:separator/>
      </w:r>
    </w:p>
  </w:footnote>
  <w:footnote w:type="continuationSeparator" w:id="0">
    <w:p w14:paraId="455E2847" w14:textId="77777777" w:rsidR="00EE756E" w:rsidRDefault="00EE756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8E365" w14:textId="77777777" w:rsidR="00C809C1" w:rsidRDefault="00C8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6629A"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ADB7504" wp14:editId="0025156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9B339D5" wp14:editId="5BBE6E4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51CBC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2A391" w14:textId="77777777" w:rsidR="00C809C1" w:rsidRDefault="00C809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80F0B"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4F2F975" wp14:editId="285901AE">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9A23391" wp14:editId="5EA14D31">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093F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A42F1"/>
    <w:rsid w:val="000149B0"/>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13F"/>
    <w:rsid w:val="0015356E"/>
    <w:rsid w:val="00161D3F"/>
    <w:rsid w:val="001915D4"/>
    <w:rsid w:val="001A1FED"/>
    <w:rsid w:val="001A40E2"/>
    <w:rsid w:val="001A42F1"/>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A346A"/>
    <w:rsid w:val="003B2917"/>
    <w:rsid w:val="003B541B"/>
    <w:rsid w:val="003E2B2F"/>
    <w:rsid w:val="003E6046"/>
    <w:rsid w:val="003F16F9"/>
    <w:rsid w:val="00402E34"/>
    <w:rsid w:val="0041093D"/>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5F6738"/>
    <w:rsid w:val="00623D89"/>
    <w:rsid w:val="006355D8"/>
    <w:rsid w:val="00642ECD"/>
    <w:rsid w:val="006502A0"/>
    <w:rsid w:val="0067031A"/>
    <w:rsid w:val="006772F5"/>
    <w:rsid w:val="00695159"/>
    <w:rsid w:val="006A4440"/>
    <w:rsid w:val="006B0615"/>
    <w:rsid w:val="006D166B"/>
    <w:rsid w:val="006F3279"/>
    <w:rsid w:val="006F6C6B"/>
    <w:rsid w:val="00704AEE"/>
    <w:rsid w:val="00722F9A"/>
    <w:rsid w:val="00754539"/>
    <w:rsid w:val="00755D62"/>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511D9"/>
    <w:rsid w:val="00961D59"/>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809C1"/>
    <w:rsid w:val="00CA0A63"/>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2BE"/>
    <w:rsid w:val="00E53D82"/>
    <w:rsid w:val="00E9330A"/>
    <w:rsid w:val="00EE6B97"/>
    <w:rsid w:val="00EE756E"/>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198C4"/>
  <w15:docId w15:val="{87A10DBB-926B-452F-B13A-A4908DDAD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A0A6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A0A63"/>
    <w:rPr>
      <w:rFonts w:ascii="Calibri" w:hAnsi="Calibri" w:cs="Calibri"/>
      <w:noProof/>
      <w:lang w:val="en-US"/>
    </w:rPr>
  </w:style>
  <w:style w:type="paragraph" w:customStyle="1" w:styleId="EndNoteBibliography">
    <w:name w:val="EndNote Bibliography"/>
    <w:basedOn w:val="Normal"/>
    <w:link w:val="EndNoteBibliographyChar"/>
    <w:rsid w:val="00CA0A63"/>
    <w:rPr>
      <w:rFonts w:ascii="Calibri" w:hAnsi="Calibri" w:cs="Calibri"/>
      <w:noProof/>
      <w:lang w:val="en-US"/>
    </w:rPr>
  </w:style>
  <w:style w:type="character" w:customStyle="1" w:styleId="EndNoteBibliographyChar">
    <w:name w:val="EndNote Bibliography Char"/>
    <w:basedOn w:val="DefaultParagraphFont"/>
    <w:link w:val="EndNoteBibliography"/>
    <w:rsid w:val="00CA0A6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header" Target="header2.xml"/><Relationship Id="rId27"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header4.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New%20templates%20Dec\template_chemistry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template_chemistry_diagnostic_Confidence Grid</Template>
  <TotalTime>29</TotalTime>
  <Pages>3</Pages>
  <Words>659</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2017-02-24T16:20:00Z</cp:lastPrinted>
  <dcterms:created xsi:type="dcterms:W3CDTF">2020-06-26T11:22:00Z</dcterms:created>
  <dcterms:modified xsi:type="dcterms:W3CDTF">2020-06-26T16:41:00Z</dcterms:modified>
</cp:coreProperties>
</file>